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CA0E9" w14:textId="2D923A47" w:rsidR="000F3F4C" w:rsidRPr="00295987" w:rsidRDefault="00C40303" w:rsidP="00C40303">
      <w:pPr>
        <w:pStyle w:val="Sansinterligne"/>
        <w:tabs>
          <w:tab w:val="left" w:pos="7695"/>
        </w:tabs>
        <w:rPr>
          <w:rFonts w:ascii="Mulish" w:hAnsi="Mulish" w:cs="Tahoma"/>
          <w:i/>
          <w:lang w:val="de-DE"/>
        </w:rPr>
      </w:pPr>
      <w:r w:rsidRPr="00295987">
        <w:rPr>
          <w:rFonts w:ascii="Mulish" w:hAnsi="Mulish"/>
          <w:noProof/>
        </w:rPr>
        <w:drawing>
          <wp:anchor distT="0" distB="0" distL="114300" distR="114300" simplePos="0" relativeHeight="251658240" behindDoc="0" locked="0" layoutInCell="1" allowOverlap="1" wp14:anchorId="22A06C2E" wp14:editId="21C6677A">
            <wp:simplePos x="0" y="0"/>
            <wp:positionH relativeFrom="column">
              <wp:posOffset>4954659</wp:posOffset>
            </wp:positionH>
            <wp:positionV relativeFrom="paragraph">
              <wp:posOffset>-246380</wp:posOffset>
            </wp:positionV>
            <wp:extent cx="1616956" cy="1104900"/>
            <wp:effectExtent l="0" t="0" r="254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956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5987">
        <w:rPr>
          <w:rFonts w:ascii="Mulish" w:hAnsi="Mulish" w:cs="Tahoma"/>
          <w:i/>
          <w:lang w:val="de-DE"/>
        </w:rPr>
        <w:tab/>
      </w:r>
    </w:p>
    <w:p w14:paraId="053AD3D8" w14:textId="3E9342D7" w:rsidR="00AF1140" w:rsidRPr="00295987" w:rsidRDefault="00AF1140" w:rsidP="00AF1140">
      <w:pPr>
        <w:pStyle w:val="Sansinterligne"/>
        <w:rPr>
          <w:rFonts w:ascii="Mulish" w:hAnsi="Mulish" w:cs="Arial"/>
          <w:i/>
          <w:lang w:val="de-DE"/>
        </w:rPr>
      </w:pPr>
      <w:r w:rsidRPr="00295987">
        <w:rPr>
          <w:rFonts w:ascii="Mulish" w:hAnsi="Mulish" w:cs="Tahoma"/>
          <w:i/>
          <w:highlight w:val="yellow"/>
          <w:lang w:val="de-DE"/>
        </w:rPr>
        <w:t xml:space="preserve">Musterbrief </w:t>
      </w:r>
      <w:r w:rsidR="00734A6C" w:rsidRPr="00295987">
        <w:rPr>
          <w:rFonts w:ascii="Mulish" w:hAnsi="Mulish" w:cs="Tahoma"/>
          <w:i/>
          <w:highlight w:val="yellow"/>
          <w:lang w:val="de-DE"/>
        </w:rPr>
        <w:t>für die Bewerbungsunterlagen – Schreiben der Schule</w:t>
      </w:r>
    </w:p>
    <w:p w14:paraId="3CDDA6E3" w14:textId="77777777" w:rsidR="00AF1140" w:rsidRPr="00295987" w:rsidRDefault="00AF1140" w:rsidP="00AF1140">
      <w:pPr>
        <w:pStyle w:val="Sansinterligne"/>
        <w:rPr>
          <w:rFonts w:ascii="Mulish" w:hAnsi="Mulish" w:cs="Arial"/>
          <w:lang w:val="de-DE"/>
        </w:rPr>
      </w:pPr>
    </w:p>
    <w:p w14:paraId="37B9BD3C" w14:textId="135613ED" w:rsidR="00AF1140" w:rsidRPr="00295987" w:rsidRDefault="00AF1140" w:rsidP="00AF1140">
      <w:pPr>
        <w:pStyle w:val="Sansinterligne"/>
        <w:rPr>
          <w:rFonts w:ascii="Mulish" w:hAnsi="Mulish" w:cs="Arial"/>
          <w:sz w:val="20"/>
          <w:szCs w:val="20"/>
          <w:lang w:val="de-DE"/>
        </w:rPr>
      </w:pPr>
      <w:r w:rsidRPr="00295987">
        <w:rPr>
          <w:rFonts w:ascii="Mulish" w:hAnsi="Mulish" w:cs="Arial"/>
          <w:sz w:val="20"/>
          <w:szCs w:val="20"/>
          <w:lang w:val="de-DE"/>
        </w:rPr>
        <w:t>Collège / Ly</w:t>
      </w:r>
      <w:r w:rsidR="00F418F6" w:rsidRPr="00295987">
        <w:rPr>
          <w:rFonts w:ascii="Mulish" w:hAnsi="Mulish" w:cs="Arial"/>
          <w:sz w:val="20"/>
          <w:szCs w:val="20"/>
          <w:lang w:val="de-DE"/>
        </w:rPr>
        <w:t>c</w:t>
      </w:r>
      <w:r w:rsidRPr="00295987">
        <w:rPr>
          <w:rFonts w:ascii="Mulish" w:hAnsi="Mulish" w:cs="Arial"/>
          <w:sz w:val="20"/>
          <w:szCs w:val="20"/>
          <w:lang w:val="de-DE"/>
        </w:rPr>
        <w:t>ée Name</w:t>
      </w:r>
      <w:r w:rsidRPr="00295987">
        <w:rPr>
          <w:rFonts w:ascii="Mulish" w:hAnsi="Mulish" w:cs="Arial"/>
          <w:sz w:val="20"/>
          <w:szCs w:val="20"/>
          <w:lang w:val="de-DE"/>
        </w:rPr>
        <w:tab/>
      </w:r>
      <w:r w:rsidRPr="00295987">
        <w:rPr>
          <w:rFonts w:ascii="Mulish" w:hAnsi="Mulish" w:cs="Arial"/>
          <w:sz w:val="20"/>
          <w:szCs w:val="20"/>
          <w:lang w:val="de-DE"/>
        </w:rPr>
        <w:tab/>
      </w:r>
      <w:r w:rsidRPr="00295987">
        <w:rPr>
          <w:rFonts w:ascii="Mulish" w:hAnsi="Mulish" w:cs="Arial"/>
          <w:sz w:val="20"/>
          <w:szCs w:val="20"/>
          <w:lang w:val="de-DE"/>
        </w:rPr>
        <w:tab/>
      </w:r>
      <w:r w:rsidRPr="00295987">
        <w:rPr>
          <w:rFonts w:ascii="Mulish" w:hAnsi="Mulish" w:cs="Arial"/>
          <w:sz w:val="20"/>
          <w:szCs w:val="20"/>
          <w:lang w:val="de-DE"/>
        </w:rPr>
        <w:tab/>
      </w:r>
      <w:r w:rsidRPr="00295987">
        <w:rPr>
          <w:rFonts w:ascii="Mulish" w:hAnsi="Mulish" w:cs="Arial"/>
          <w:sz w:val="20"/>
          <w:szCs w:val="20"/>
          <w:lang w:val="de-DE"/>
        </w:rPr>
        <w:tab/>
      </w:r>
      <w:r w:rsidR="00734A6C" w:rsidRPr="00295987">
        <w:rPr>
          <w:rFonts w:ascii="Mulish" w:hAnsi="Mulish" w:cs="Arial"/>
          <w:sz w:val="20"/>
          <w:szCs w:val="20"/>
          <w:lang w:val="de-DE"/>
        </w:rPr>
        <w:tab/>
      </w:r>
      <w:r w:rsidRPr="00295987">
        <w:rPr>
          <w:rFonts w:ascii="Mulish" w:hAnsi="Mulish" w:cs="Arial"/>
          <w:sz w:val="20"/>
          <w:szCs w:val="20"/>
          <w:lang w:val="de-DE"/>
        </w:rPr>
        <w:t xml:space="preserve">Ort, Datum </w:t>
      </w:r>
    </w:p>
    <w:p w14:paraId="6B9D6775" w14:textId="57741047" w:rsidR="00AF1140" w:rsidRPr="00295987" w:rsidRDefault="00F418F6" w:rsidP="00AF1140">
      <w:pPr>
        <w:pStyle w:val="Sansinterligne"/>
        <w:rPr>
          <w:rFonts w:ascii="Mulish" w:hAnsi="Mulish" w:cs="Arial"/>
          <w:sz w:val="20"/>
          <w:szCs w:val="20"/>
          <w:lang w:val="de-DE"/>
        </w:rPr>
      </w:pPr>
      <w:r w:rsidRPr="00295987">
        <w:rPr>
          <w:rFonts w:ascii="Mulish" w:hAnsi="Mulish" w:cs="Arial"/>
          <w:sz w:val="20"/>
          <w:szCs w:val="20"/>
          <w:lang w:val="de-DE"/>
        </w:rPr>
        <w:t>Straße</w:t>
      </w:r>
      <w:r w:rsidR="00AF1140" w:rsidRPr="00295987">
        <w:rPr>
          <w:rFonts w:ascii="Mulish" w:hAnsi="Mulish" w:cs="Arial"/>
          <w:sz w:val="20"/>
          <w:szCs w:val="20"/>
          <w:lang w:val="de-DE"/>
        </w:rPr>
        <w:t xml:space="preserve">                                          </w:t>
      </w:r>
      <w:r w:rsidR="00AF1140" w:rsidRPr="00295987">
        <w:rPr>
          <w:rFonts w:ascii="Mulish" w:hAnsi="Mulish" w:cs="Arial"/>
          <w:sz w:val="20"/>
          <w:szCs w:val="20"/>
          <w:lang w:val="de-DE"/>
        </w:rPr>
        <w:tab/>
      </w:r>
      <w:r w:rsidR="00AF1140" w:rsidRPr="00295987">
        <w:rPr>
          <w:rFonts w:ascii="Mulish" w:hAnsi="Mulish" w:cs="Arial"/>
          <w:sz w:val="20"/>
          <w:szCs w:val="20"/>
          <w:lang w:val="de-DE"/>
        </w:rPr>
        <w:tab/>
      </w:r>
      <w:r w:rsidR="00AF1140" w:rsidRPr="00295987">
        <w:rPr>
          <w:rFonts w:ascii="Mulish" w:hAnsi="Mulish" w:cs="Arial"/>
          <w:sz w:val="20"/>
          <w:szCs w:val="20"/>
          <w:lang w:val="de-DE"/>
        </w:rPr>
        <w:tab/>
        <w:t xml:space="preserve"> </w:t>
      </w:r>
    </w:p>
    <w:p w14:paraId="1096EA58" w14:textId="77777777" w:rsidR="00AF1140" w:rsidRPr="00295987" w:rsidRDefault="00AF1140" w:rsidP="00AF1140">
      <w:pPr>
        <w:pStyle w:val="Sansinterligne"/>
        <w:rPr>
          <w:rFonts w:ascii="Mulish" w:hAnsi="Mulish" w:cs="Arial"/>
          <w:sz w:val="20"/>
          <w:szCs w:val="20"/>
          <w:lang w:val="de-DE"/>
        </w:rPr>
      </w:pPr>
      <w:r w:rsidRPr="00295987">
        <w:rPr>
          <w:rFonts w:ascii="Mulish" w:hAnsi="Mulish" w:cs="Arial"/>
          <w:sz w:val="20"/>
          <w:szCs w:val="20"/>
          <w:lang w:val="de-DE"/>
        </w:rPr>
        <w:t xml:space="preserve">PLZ /Ort </w:t>
      </w:r>
    </w:p>
    <w:p w14:paraId="08A8E8BF" w14:textId="77777777" w:rsidR="00AF1140" w:rsidRPr="00295987" w:rsidRDefault="00AF1140" w:rsidP="00AF1140">
      <w:pPr>
        <w:pStyle w:val="Sansinterligne"/>
        <w:rPr>
          <w:rStyle w:val="xbe"/>
          <w:rFonts w:ascii="Mulish" w:hAnsi="Mulish" w:cs="Arial"/>
          <w:sz w:val="20"/>
          <w:szCs w:val="20"/>
          <w:lang w:val="de-DE"/>
        </w:rPr>
      </w:pPr>
      <w:r w:rsidRPr="00295987">
        <w:rPr>
          <w:rStyle w:val="xbe"/>
          <w:rFonts w:ascii="Mulish" w:hAnsi="Mulish" w:cs="Arial"/>
          <w:sz w:val="20"/>
          <w:szCs w:val="20"/>
          <w:lang w:val="de-DE"/>
        </w:rPr>
        <w:t>Frankreich</w:t>
      </w:r>
    </w:p>
    <w:p w14:paraId="52F59265" w14:textId="6BD6D898" w:rsidR="00AF1140" w:rsidRPr="00295987" w:rsidRDefault="00AF1140" w:rsidP="00AF1140">
      <w:pPr>
        <w:pStyle w:val="Sansinterligne"/>
        <w:rPr>
          <w:rStyle w:val="xbe"/>
          <w:rFonts w:ascii="Mulish" w:hAnsi="Mulish" w:cs="Arial"/>
          <w:sz w:val="20"/>
          <w:szCs w:val="20"/>
          <w:lang w:val="de-DE"/>
        </w:rPr>
      </w:pPr>
    </w:p>
    <w:p w14:paraId="2C403ED3" w14:textId="77777777" w:rsidR="00940188" w:rsidRPr="00295987" w:rsidRDefault="00940188" w:rsidP="00AF1140">
      <w:pPr>
        <w:pStyle w:val="Sansinterligne"/>
        <w:rPr>
          <w:rStyle w:val="xbe"/>
          <w:rFonts w:ascii="Mulish" w:hAnsi="Mulish" w:cs="Arial"/>
          <w:sz w:val="20"/>
          <w:szCs w:val="20"/>
          <w:lang w:val="de-DE"/>
        </w:rPr>
      </w:pPr>
    </w:p>
    <w:p w14:paraId="31FE1092" w14:textId="77777777" w:rsidR="00AF1140" w:rsidRPr="00295987" w:rsidRDefault="00AF1140" w:rsidP="00AF1140">
      <w:pPr>
        <w:pStyle w:val="Sansinterligne"/>
        <w:rPr>
          <w:rFonts w:ascii="Mulish" w:hAnsi="Mulish" w:cs="Arial"/>
          <w:sz w:val="20"/>
          <w:szCs w:val="20"/>
          <w:lang w:val="de-DE"/>
        </w:rPr>
      </w:pPr>
      <w:r w:rsidRPr="00295987">
        <w:rPr>
          <w:rFonts w:ascii="Mulish" w:hAnsi="Mulish" w:cs="Arial"/>
          <w:sz w:val="20"/>
          <w:szCs w:val="20"/>
          <w:lang w:val="de-DE"/>
        </w:rPr>
        <w:t>Schulleitung</w:t>
      </w:r>
    </w:p>
    <w:p w14:paraId="7ACE8FBF" w14:textId="77777777" w:rsidR="00AF1140" w:rsidRPr="00295987" w:rsidRDefault="00AF1140" w:rsidP="00AF1140">
      <w:pPr>
        <w:pStyle w:val="Sansinterligne"/>
        <w:rPr>
          <w:rFonts w:ascii="Mulish" w:hAnsi="Mulish" w:cs="Arial"/>
          <w:sz w:val="20"/>
          <w:szCs w:val="20"/>
          <w:lang w:val="de-DE"/>
        </w:rPr>
      </w:pPr>
      <w:r w:rsidRPr="00295987">
        <w:rPr>
          <w:rFonts w:ascii="Mulish" w:hAnsi="Mulish" w:cs="Arial"/>
          <w:sz w:val="20"/>
          <w:szCs w:val="20"/>
          <w:lang w:val="de-DE"/>
        </w:rPr>
        <w:t>Name, Vorname</w:t>
      </w:r>
    </w:p>
    <w:p w14:paraId="616D8301" w14:textId="77777777" w:rsidR="00AF1140" w:rsidRPr="00295987" w:rsidRDefault="00AF1140" w:rsidP="00AF1140">
      <w:pPr>
        <w:pStyle w:val="Sansinterligne"/>
        <w:rPr>
          <w:rFonts w:ascii="Mulish" w:hAnsi="Mulish" w:cs="Arial"/>
          <w:sz w:val="20"/>
          <w:szCs w:val="20"/>
          <w:lang w:val="de-DE"/>
        </w:rPr>
      </w:pPr>
      <w:r w:rsidRPr="00295987">
        <w:rPr>
          <w:rFonts w:ascii="Mulish" w:hAnsi="Mulish" w:cs="Arial"/>
          <w:sz w:val="20"/>
          <w:szCs w:val="20"/>
          <w:lang w:val="de-DE"/>
        </w:rPr>
        <w:t>Telefon</w:t>
      </w:r>
    </w:p>
    <w:p w14:paraId="41479781" w14:textId="77777777" w:rsidR="00AF1140" w:rsidRPr="00295987" w:rsidRDefault="00AF1140" w:rsidP="00AF1140">
      <w:pPr>
        <w:pStyle w:val="Sansinterligne"/>
        <w:rPr>
          <w:rFonts w:ascii="Mulish" w:hAnsi="Mulish" w:cs="Arial"/>
          <w:sz w:val="20"/>
          <w:szCs w:val="20"/>
          <w:lang w:val="de-DE"/>
        </w:rPr>
      </w:pPr>
      <w:r w:rsidRPr="00295987">
        <w:rPr>
          <w:rFonts w:ascii="Mulish" w:hAnsi="Mulish" w:cs="Arial"/>
          <w:sz w:val="20"/>
          <w:szCs w:val="20"/>
          <w:lang w:val="de-DE"/>
        </w:rPr>
        <w:t>Email</w:t>
      </w:r>
    </w:p>
    <w:p w14:paraId="7E915043" w14:textId="77777777" w:rsidR="00AF1140" w:rsidRPr="00295987" w:rsidRDefault="00AF1140" w:rsidP="00AF1140">
      <w:pPr>
        <w:pStyle w:val="Sansinterligne"/>
        <w:rPr>
          <w:rFonts w:ascii="Mulish" w:hAnsi="Mulish" w:cs="Arial"/>
          <w:sz w:val="20"/>
          <w:szCs w:val="20"/>
          <w:lang w:val="de-DE"/>
        </w:rPr>
      </w:pPr>
    </w:p>
    <w:p w14:paraId="27C11081" w14:textId="77777777" w:rsidR="00AF1140" w:rsidRPr="00295987" w:rsidRDefault="00AF1140" w:rsidP="00AF1140">
      <w:pPr>
        <w:pStyle w:val="Sansinterligne"/>
        <w:rPr>
          <w:rFonts w:ascii="Mulish" w:hAnsi="Mulish" w:cs="Arial"/>
          <w:sz w:val="20"/>
          <w:szCs w:val="20"/>
          <w:lang w:val="de-DE"/>
        </w:rPr>
      </w:pPr>
    </w:p>
    <w:p w14:paraId="34A2E993" w14:textId="6A7CD1D7" w:rsidR="00AF1140" w:rsidRPr="00295987" w:rsidRDefault="00AF1140" w:rsidP="00AF1140">
      <w:pPr>
        <w:pStyle w:val="Sansinterligne"/>
        <w:jc w:val="both"/>
        <w:rPr>
          <w:rFonts w:ascii="Mulish" w:hAnsi="Mulish" w:cs="Arial"/>
          <w:b/>
          <w:bCs/>
          <w:sz w:val="20"/>
          <w:szCs w:val="20"/>
          <w:lang w:val="de-DE"/>
        </w:rPr>
      </w:pPr>
      <w:r w:rsidRPr="00295987">
        <w:rPr>
          <w:rFonts w:ascii="Mulish" w:hAnsi="Mulish" w:cs="Arial"/>
          <w:b/>
          <w:bCs/>
          <w:sz w:val="20"/>
          <w:szCs w:val="20"/>
          <w:lang w:val="de-DE"/>
        </w:rPr>
        <w:t xml:space="preserve">Schülerbetriebspraktikum elsässischer Schüler unseres Collège / Lycée (Name, Ort) in deutschen </w:t>
      </w:r>
      <w:r w:rsidR="00F418F6" w:rsidRPr="00295987">
        <w:rPr>
          <w:rFonts w:ascii="Mulish" w:hAnsi="Mulish" w:cs="Arial"/>
          <w:b/>
          <w:bCs/>
          <w:sz w:val="20"/>
          <w:szCs w:val="20"/>
          <w:lang w:val="de-DE"/>
        </w:rPr>
        <w:t xml:space="preserve">oder schweizer </w:t>
      </w:r>
      <w:r w:rsidRPr="00295987">
        <w:rPr>
          <w:rFonts w:ascii="Mulish" w:hAnsi="Mulish" w:cs="Arial"/>
          <w:b/>
          <w:bCs/>
          <w:sz w:val="20"/>
          <w:szCs w:val="20"/>
          <w:lang w:val="de-DE"/>
        </w:rPr>
        <w:t xml:space="preserve">Betrieben </w:t>
      </w:r>
    </w:p>
    <w:p w14:paraId="68E77588" w14:textId="77777777" w:rsidR="00AF1140" w:rsidRPr="00295987" w:rsidRDefault="00AF1140" w:rsidP="00AF1140">
      <w:pPr>
        <w:pStyle w:val="Sansinterligne"/>
        <w:jc w:val="both"/>
        <w:rPr>
          <w:rFonts w:ascii="Mulish" w:hAnsi="Mulish" w:cs="Arial"/>
          <w:sz w:val="20"/>
          <w:szCs w:val="20"/>
          <w:lang w:val="de-DE"/>
        </w:rPr>
      </w:pPr>
    </w:p>
    <w:p w14:paraId="1294C70A" w14:textId="77777777" w:rsidR="00AF1140" w:rsidRPr="00295987" w:rsidRDefault="00AF1140" w:rsidP="00AF1140">
      <w:pPr>
        <w:pStyle w:val="Sansinterligne"/>
        <w:jc w:val="both"/>
        <w:rPr>
          <w:rFonts w:ascii="Mulish" w:hAnsi="Mulish" w:cs="Arial"/>
          <w:sz w:val="20"/>
          <w:szCs w:val="20"/>
          <w:lang w:val="de-DE"/>
        </w:rPr>
      </w:pPr>
    </w:p>
    <w:p w14:paraId="70A47BEF" w14:textId="37B6E504" w:rsidR="00AF1140" w:rsidRPr="00295987" w:rsidRDefault="00AF1140" w:rsidP="00AF1140">
      <w:pPr>
        <w:pStyle w:val="Sansinterligne"/>
        <w:jc w:val="both"/>
        <w:rPr>
          <w:rFonts w:ascii="Mulish" w:hAnsi="Mulish" w:cs="Arial"/>
          <w:sz w:val="20"/>
          <w:szCs w:val="20"/>
          <w:lang w:val="de-DE"/>
        </w:rPr>
      </w:pPr>
      <w:r w:rsidRPr="00295987">
        <w:rPr>
          <w:rFonts w:ascii="Mulish" w:hAnsi="Mulish" w:cs="Arial"/>
          <w:sz w:val="20"/>
          <w:szCs w:val="20"/>
          <w:lang w:val="de-DE"/>
        </w:rPr>
        <w:t xml:space="preserve">Sehr geehrte Damen und Herren, </w:t>
      </w:r>
    </w:p>
    <w:p w14:paraId="7E7CA56A" w14:textId="77777777" w:rsidR="00940188" w:rsidRPr="00295987" w:rsidRDefault="00940188" w:rsidP="00AF1140">
      <w:pPr>
        <w:pStyle w:val="Sansinterligne"/>
        <w:jc w:val="both"/>
        <w:rPr>
          <w:rFonts w:ascii="Mulish" w:hAnsi="Mulish" w:cs="Arial"/>
          <w:sz w:val="20"/>
          <w:szCs w:val="20"/>
          <w:lang w:val="de-DE"/>
        </w:rPr>
      </w:pPr>
    </w:p>
    <w:p w14:paraId="71336D97" w14:textId="77777777" w:rsidR="00AF1140" w:rsidRPr="00295987" w:rsidRDefault="00AF1140" w:rsidP="00AF1140">
      <w:pPr>
        <w:pStyle w:val="Sansinterligne"/>
        <w:jc w:val="both"/>
        <w:rPr>
          <w:rFonts w:ascii="Mulish" w:hAnsi="Mulish" w:cs="Arial"/>
          <w:sz w:val="20"/>
          <w:szCs w:val="20"/>
          <w:lang w:val="de-DE"/>
        </w:rPr>
      </w:pPr>
    </w:p>
    <w:p w14:paraId="5D003E1A" w14:textId="2F956E8F" w:rsidR="00AF1140" w:rsidRPr="00295987" w:rsidRDefault="009721B2" w:rsidP="00AF1140">
      <w:pPr>
        <w:pStyle w:val="Sansinterligne"/>
        <w:jc w:val="both"/>
        <w:rPr>
          <w:rFonts w:ascii="Mulish" w:hAnsi="Mulish" w:cs="Arial"/>
          <w:sz w:val="20"/>
          <w:szCs w:val="20"/>
          <w:lang w:val="de-DE"/>
        </w:rPr>
      </w:pPr>
      <w:r w:rsidRPr="00295987">
        <w:rPr>
          <w:rFonts w:ascii="Mulish" w:hAnsi="Mulish" w:cs="Arial"/>
          <w:sz w:val="20"/>
          <w:szCs w:val="20"/>
          <w:lang w:val="de-DE"/>
        </w:rPr>
        <w:t>XX</w:t>
      </w:r>
      <w:r w:rsidR="00AF1140" w:rsidRPr="00295987">
        <w:rPr>
          <w:rFonts w:ascii="Mulish" w:hAnsi="Mulish" w:cs="Arial"/>
          <w:sz w:val="20"/>
          <w:szCs w:val="20"/>
          <w:lang w:val="de-DE"/>
        </w:rPr>
        <w:t xml:space="preserve"> Schüler der Klasse „</w:t>
      </w:r>
      <w:r w:rsidR="00BC5CC5" w:rsidRPr="00295987">
        <w:rPr>
          <w:rFonts w:ascii="Mulish" w:hAnsi="Mulish" w:cs="Arial"/>
          <w:sz w:val="20"/>
          <w:szCs w:val="20"/>
          <w:lang w:val="de-DE"/>
        </w:rPr>
        <w:t>3</w:t>
      </w:r>
      <w:r w:rsidR="00AF1140" w:rsidRPr="00295987">
        <w:rPr>
          <w:rFonts w:ascii="Mulish" w:hAnsi="Mulish" w:cs="Arial"/>
          <w:sz w:val="20"/>
          <w:szCs w:val="20"/>
          <w:lang w:val="de-DE"/>
        </w:rPr>
        <w:t xml:space="preserve">ème“ (9. Klasse) unserer Schule werden vom </w:t>
      </w:r>
      <w:r w:rsidRPr="00295987">
        <w:rPr>
          <w:rFonts w:ascii="Mulish" w:hAnsi="Mulish" w:cs="Arial"/>
          <w:sz w:val="20"/>
          <w:szCs w:val="20"/>
          <w:lang w:val="de-DE"/>
        </w:rPr>
        <w:t>XX</w:t>
      </w:r>
      <w:r w:rsidR="00AF1140" w:rsidRPr="00295987">
        <w:rPr>
          <w:rFonts w:ascii="Mulish" w:hAnsi="Mulish" w:cs="Arial"/>
          <w:sz w:val="20"/>
          <w:szCs w:val="20"/>
          <w:lang w:val="de-DE"/>
        </w:rPr>
        <w:t xml:space="preserve"> bis </w:t>
      </w:r>
      <w:r w:rsidRPr="00295987">
        <w:rPr>
          <w:rFonts w:ascii="Mulish" w:hAnsi="Mulish" w:cs="Arial"/>
          <w:sz w:val="20"/>
          <w:szCs w:val="20"/>
          <w:lang w:val="de-DE"/>
        </w:rPr>
        <w:t>XX</w:t>
      </w:r>
      <w:r w:rsidR="00AF1140" w:rsidRPr="00295987">
        <w:rPr>
          <w:rFonts w:ascii="Mulish" w:hAnsi="Mulish" w:cs="Arial"/>
          <w:sz w:val="20"/>
          <w:szCs w:val="20"/>
          <w:lang w:val="de-DE"/>
        </w:rPr>
        <w:t xml:space="preserve"> in XXXX ihr obligatorisches einwöchiges Schülerbetriebspraktikum im Rahmen des grenzüberschreitenden Projekts „</w:t>
      </w:r>
      <w:r w:rsidR="00BC5CC5" w:rsidRPr="00295987">
        <w:rPr>
          <w:rFonts w:ascii="Mulish" w:hAnsi="Mulish" w:cs="Arial"/>
          <w:sz w:val="20"/>
          <w:szCs w:val="20"/>
          <w:lang w:val="de-DE"/>
        </w:rPr>
        <w:t>E</w:t>
      </w:r>
      <w:r w:rsidR="001E0280" w:rsidRPr="00295987">
        <w:rPr>
          <w:rFonts w:ascii="Mulish" w:hAnsi="Mulish" w:cs="Arial"/>
          <w:sz w:val="20"/>
          <w:szCs w:val="20"/>
          <w:lang w:val="de-DE"/>
        </w:rPr>
        <w:t>ltern Alsace - EUROSTAGES</w:t>
      </w:r>
      <w:r w:rsidR="00BC5CC5" w:rsidRPr="00295987">
        <w:rPr>
          <w:rFonts w:ascii="Mulish" w:hAnsi="Mulish" w:cs="Arial"/>
          <w:sz w:val="20"/>
          <w:szCs w:val="20"/>
          <w:lang w:val="de-DE"/>
        </w:rPr>
        <w:t xml:space="preserve"> – </w:t>
      </w:r>
      <w:r w:rsidR="00AF1140" w:rsidRPr="00295987">
        <w:rPr>
          <w:rFonts w:ascii="Mulish" w:hAnsi="Mulish" w:cs="Arial"/>
          <w:sz w:val="20"/>
          <w:szCs w:val="20"/>
          <w:lang w:val="de-DE"/>
        </w:rPr>
        <w:t>Schnupperpraktika zur Berufs</w:t>
      </w:r>
      <w:r w:rsidR="00F418F6" w:rsidRPr="00295987">
        <w:rPr>
          <w:rFonts w:ascii="Mulish" w:hAnsi="Mulish" w:cs="Arial"/>
          <w:sz w:val="20"/>
          <w:szCs w:val="20"/>
          <w:lang w:val="de-DE"/>
        </w:rPr>
        <w:t>entdeckung</w:t>
      </w:r>
      <w:r w:rsidR="00AF1140" w:rsidRPr="00295987">
        <w:rPr>
          <w:rFonts w:ascii="Mulish" w:hAnsi="Mulish" w:cs="Arial"/>
          <w:sz w:val="20"/>
          <w:szCs w:val="20"/>
          <w:lang w:val="de-DE"/>
        </w:rPr>
        <w:t xml:space="preserve"> am Oberrhein“ absolvieren. Die Schüler haben den Wunsch und mit dem Praktikum </w:t>
      </w:r>
      <w:r w:rsidR="00F418F6" w:rsidRPr="00295987">
        <w:rPr>
          <w:rFonts w:ascii="Mulish" w:hAnsi="Mulish" w:cs="Arial"/>
          <w:sz w:val="20"/>
          <w:szCs w:val="20"/>
          <w:lang w:val="de-DE"/>
        </w:rPr>
        <w:t xml:space="preserve">die </w:t>
      </w:r>
      <w:r w:rsidR="00AF1140" w:rsidRPr="00295987">
        <w:rPr>
          <w:rFonts w:ascii="Mulish" w:hAnsi="Mulish" w:cs="Arial"/>
          <w:sz w:val="20"/>
          <w:szCs w:val="20"/>
          <w:lang w:val="de-DE"/>
        </w:rPr>
        <w:t>Gelegenheit, erste Einblicke in die Arbeitswelt und die Ausbildung in deutschen</w:t>
      </w:r>
      <w:r w:rsidR="000A0961" w:rsidRPr="00295987">
        <w:rPr>
          <w:rFonts w:ascii="Mulish" w:hAnsi="Mulish" w:cs="Arial"/>
          <w:sz w:val="20"/>
          <w:szCs w:val="20"/>
          <w:lang w:val="de-DE"/>
        </w:rPr>
        <w:t xml:space="preserve"> oder </w:t>
      </w:r>
      <w:r w:rsidR="00F418F6" w:rsidRPr="00295987">
        <w:rPr>
          <w:rFonts w:ascii="Mulish" w:hAnsi="Mulish" w:cs="Arial"/>
          <w:sz w:val="20"/>
          <w:szCs w:val="20"/>
          <w:lang w:val="de-DE"/>
        </w:rPr>
        <w:t>schweizer</w:t>
      </w:r>
      <w:r w:rsidR="00AF1140" w:rsidRPr="00295987">
        <w:rPr>
          <w:rFonts w:ascii="Mulish" w:hAnsi="Mulish" w:cs="Arial"/>
          <w:sz w:val="20"/>
          <w:szCs w:val="20"/>
          <w:lang w:val="de-DE"/>
        </w:rPr>
        <w:t xml:space="preserve"> Betrieben zu gewinnen </w:t>
      </w:r>
      <w:r w:rsidR="00F418F6" w:rsidRPr="00295987">
        <w:rPr>
          <w:rFonts w:ascii="Mulish" w:hAnsi="Mulish" w:cs="Arial"/>
          <w:sz w:val="20"/>
          <w:szCs w:val="20"/>
          <w:lang w:val="de-DE"/>
        </w:rPr>
        <w:t>sowie</w:t>
      </w:r>
      <w:r w:rsidR="00AF1140" w:rsidRPr="00295987">
        <w:rPr>
          <w:rFonts w:ascii="Mulish" w:hAnsi="Mulish" w:cs="Arial"/>
          <w:sz w:val="20"/>
          <w:szCs w:val="20"/>
          <w:lang w:val="de-DE"/>
        </w:rPr>
        <w:t xml:space="preserve"> ihre Deutschkenntnisse </w:t>
      </w:r>
      <w:r w:rsidR="00BC5CC5" w:rsidRPr="00295987">
        <w:rPr>
          <w:rFonts w:ascii="Mulish" w:hAnsi="Mulish" w:cs="Arial"/>
          <w:sz w:val="20"/>
          <w:szCs w:val="20"/>
          <w:lang w:val="de-DE"/>
        </w:rPr>
        <w:t>zu verbessern</w:t>
      </w:r>
      <w:r w:rsidR="00AF1140" w:rsidRPr="00295987">
        <w:rPr>
          <w:rFonts w:ascii="Mulish" w:hAnsi="Mulish" w:cs="Arial"/>
          <w:sz w:val="20"/>
          <w:szCs w:val="20"/>
          <w:lang w:val="de-DE"/>
        </w:rPr>
        <w:t>. Das Projekt wird vo</w:t>
      </w:r>
      <w:r w:rsidR="00BC5CC5" w:rsidRPr="00295987">
        <w:rPr>
          <w:rFonts w:ascii="Mulish" w:hAnsi="Mulish" w:cs="Arial"/>
          <w:sz w:val="20"/>
          <w:szCs w:val="20"/>
          <w:lang w:val="de-DE"/>
        </w:rPr>
        <w:t>m Verein</w:t>
      </w:r>
      <w:r w:rsidR="00AF1140" w:rsidRPr="00295987">
        <w:rPr>
          <w:rFonts w:ascii="Mulish" w:hAnsi="Mulish" w:cs="Arial"/>
          <w:sz w:val="20"/>
          <w:szCs w:val="20"/>
          <w:lang w:val="de-DE"/>
        </w:rPr>
        <w:t xml:space="preserve"> </w:t>
      </w:r>
      <w:r w:rsidR="00F418F6" w:rsidRPr="00295987">
        <w:rPr>
          <w:rFonts w:ascii="Mulish" w:hAnsi="Mulish" w:cs="Arial"/>
          <w:sz w:val="20"/>
          <w:szCs w:val="20"/>
          <w:lang w:val="de-DE"/>
        </w:rPr>
        <w:t>E</w:t>
      </w:r>
      <w:r w:rsidR="001E0280" w:rsidRPr="00295987">
        <w:rPr>
          <w:rFonts w:ascii="Mulish" w:hAnsi="Mulish" w:cs="Arial"/>
          <w:sz w:val="20"/>
          <w:szCs w:val="20"/>
          <w:lang w:val="de-DE"/>
        </w:rPr>
        <w:t>ltern</w:t>
      </w:r>
      <w:r w:rsidR="00A06246" w:rsidRPr="00295987">
        <w:rPr>
          <w:rFonts w:ascii="Mulish" w:hAnsi="Mulish" w:cs="Arial"/>
          <w:sz w:val="20"/>
          <w:szCs w:val="20"/>
          <w:lang w:val="de-DE"/>
        </w:rPr>
        <w:t xml:space="preserve"> Alsace und der Académie de Strasbourg koordiniert und von </w:t>
      </w:r>
      <w:r w:rsidR="00AF1140" w:rsidRPr="00295987">
        <w:rPr>
          <w:rFonts w:ascii="Mulish" w:hAnsi="Mulish" w:cs="Arial"/>
          <w:sz w:val="20"/>
          <w:szCs w:val="20"/>
          <w:lang w:val="de-DE"/>
        </w:rPr>
        <w:t>der IHK Südlicher Oberrhein</w:t>
      </w:r>
      <w:r w:rsidR="00BC5CC5" w:rsidRPr="00295987">
        <w:rPr>
          <w:rFonts w:ascii="Mulish" w:hAnsi="Mulish" w:cs="Arial"/>
          <w:sz w:val="20"/>
          <w:szCs w:val="20"/>
          <w:lang w:val="de-DE"/>
        </w:rPr>
        <w:t>,</w:t>
      </w:r>
      <w:r w:rsidR="00A06246" w:rsidRPr="00295987">
        <w:rPr>
          <w:rFonts w:ascii="Mulish" w:hAnsi="Mulish" w:cs="Arial"/>
          <w:sz w:val="20"/>
          <w:szCs w:val="20"/>
          <w:lang w:val="de-DE"/>
        </w:rPr>
        <w:t xml:space="preserve"> </w:t>
      </w:r>
      <w:r w:rsidR="00AF1140" w:rsidRPr="00295987">
        <w:rPr>
          <w:rFonts w:ascii="Mulish" w:hAnsi="Mulish" w:cs="Arial"/>
          <w:sz w:val="20"/>
          <w:szCs w:val="20"/>
          <w:lang w:val="de-DE"/>
        </w:rPr>
        <w:t>der Handwerkskammer Freiburg</w:t>
      </w:r>
      <w:r w:rsidR="00A06246" w:rsidRPr="00295987">
        <w:rPr>
          <w:rFonts w:ascii="Mulish" w:hAnsi="Mulish" w:cs="Arial"/>
          <w:sz w:val="20"/>
          <w:szCs w:val="20"/>
          <w:lang w:val="de-DE"/>
        </w:rPr>
        <w:t xml:space="preserve"> </w:t>
      </w:r>
      <w:r w:rsidR="00BC5CC5" w:rsidRPr="00295987">
        <w:rPr>
          <w:rFonts w:ascii="Mulish" w:hAnsi="Mulish" w:cs="Arial"/>
          <w:sz w:val="20"/>
          <w:szCs w:val="20"/>
          <w:lang w:val="de-DE"/>
        </w:rPr>
        <w:t xml:space="preserve">sowie der IHK Karlsruhe </w:t>
      </w:r>
      <w:r w:rsidR="00AF1140" w:rsidRPr="00295987">
        <w:rPr>
          <w:rFonts w:ascii="Mulish" w:hAnsi="Mulish" w:cs="Arial"/>
          <w:sz w:val="20"/>
          <w:szCs w:val="20"/>
          <w:lang w:val="de-DE"/>
        </w:rPr>
        <w:t>unterstützt.</w:t>
      </w:r>
    </w:p>
    <w:p w14:paraId="6D5B5C36" w14:textId="77777777" w:rsidR="00AF1140" w:rsidRPr="00295987" w:rsidRDefault="00AF1140" w:rsidP="00AF1140">
      <w:pPr>
        <w:pStyle w:val="Sansinterligne"/>
        <w:jc w:val="both"/>
        <w:rPr>
          <w:rFonts w:ascii="Mulish" w:hAnsi="Mulish" w:cs="Arial"/>
          <w:sz w:val="20"/>
          <w:szCs w:val="20"/>
          <w:lang w:val="de-DE"/>
        </w:rPr>
      </w:pPr>
    </w:p>
    <w:p w14:paraId="0C47C732" w14:textId="10F38B05" w:rsidR="00BC5CC5" w:rsidRPr="00295987" w:rsidRDefault="00AF1140" w:rsidP="00BC5CC5">
      <w:pPr>
        <w:jc w:val="both"/>
        <w:rPr>
          <w:rFonts w:ascii="Mulish" w:hAnsi="Mulish" w:cs="Arial"/>
          <w:sz w:val="20"/>
          <w:szCs w:val="20"/>
          <w:lang w:val="de-DE"/>
        </w:rPr>
      </w:pPr>
      <w:r w:rsidRPr="00295987">
        <w:rPr>
          <w:rFonts w:ascii="Mulish" w:hAnsi="Mulish" w:cs="Arial"/>
          <w:sz w:val="20"/>
          <w:szCs w:val="20"/>
          <w:lang w:val="de-DE"/>
        </w:rPr>
        <w:t>Die Schüler verfügen über Grundkenntnisse der deutschen Sprache und besuchen an unserer Schule den bilingualen deutsch</w:t>
      </w:r>
      <w:r w:rsidR="00A44B1C" w:rsidRPr="00295987">
        <w:rPr>
          <w:rFonts w:ascii="Mulish" w:hAnsi="Mulish" w:cs="Arial"/>
          <w:sz w:val="20"/>
          <w:szCs w:val="20"/>
          <w:lang w:val="de-DE"/>
        </w:rPr>
        <w:t>-</w:t>
      </w:r>
      <w:r w:rsidRPr="00295987">
        <w:rPr>
          <w:rFonts w:ascii="Mulish" w:hAnsi="Mulish" w:cs="Arial"/>
          <w:sz w:val="20"/>
          <w:szCs w:val="20"/>
          <w:lang w:val="de-DE"/>
        </w:rPr>
        <w:t xml:space="preserve">französischen Zweig </w:t>
      </w:r>
      <w:r w:rsidRPr="00295987">
        <w:rPr>
          <w:rFonts w:ascii="Mulish" w:hAnsi="Mulish" w:cs="Arial"/>
          <w:b/>
          <w:sz w:val="20"/>
          <w:szCs w:val="20"/>
          <w:lang w:val="de-DE"/>
        </w:rPr>
        <w:t>(bitte noch erläutern</w:t>
      </w:r>
      <w:r w:rsidR="00A44B1C" w:rsidRPr="00295987">
        <w:rPr>
          <w:rFonts w:ascii="Mulish" w:hAnsi="Mulish" w:cs="Arial"/>
          <w:b/>
          <w:sz w:val="20"/>
          <w:szCs w:val="20"/>
          <w:lang w:val="de-DE"/>
        </w:rPr>
        <w:t>..</w:t>
      </w:r>
      <w:r w:rsidRPr="00295987">
        <w:rPr>
          <w:rFonts w:ascii="Mulish" w:hAnsi="Mulish" w:cs="Arial"/>
          <w:b/>
          <w:sz w:val="20"/>
          <w:szCs w:val="20"/>
          <w:lang w:val="de-DE"/>
        </w:rPr>
        <w:t>.).</w:t>
      </w:r>
      <w:r w:rsidRPr="00295987">
        <w:rPr>
          <w:rFonts w:ascii="Mulish" w:hAnsi="Mulish" w:cs="Arial"/>
          <w:sz w:val="20"/>
          <w:szCs w:val="20"/>
          <w:lang w:val="de-DE"/>
        </w:rPr>
        <w:t xml:space="preserve"> Sie sind während des Praktikums vor Ort in der Jugendherberge XXXX in Begleitung ihrer Lehr</w:t>
      </w:r>
      <w:r w:rsidR="00A44B1C" w:rsidRPr="00295987">
        <w:rPr>
          <w:rFonts w:ascii="Mulish" w:hAnsi="Mulish" w:cs="Arial"/>
          <w:sz w:val="20"/>
          <w:szCs w:val="20"/>
          <w:lang w:val="de-DE"/>
        </w:rPr>
        <w:t>kräfte</w:t>
      </w:r>
      <w:r w:rsidRPr="00295987">
        <w:rPr>
          <w:rFonts w:ascii="Mulish" w:hAnsi="Mulish" w:cs="Arial"/>
          <w:sz w:val="20"/>
          <w:szCs w:val="20"/>
          <w:lang w:val="de-DE"/>
        </w:rPr>
        <w:t xml:space="preserve"> </w:t>
      </w:r>
      <w:r w:rsidRPr="00295987">
        <w:rPr>
          <w:rFonts w:ascii="Mulish" w:hAnsi="Mulish" w:cs="Arial"/>
          <w:b/>
          <w:sz w:val="20"/>
          <w:szCs w:val="20"/>
          <w:lang w:val="de-DE"/>
        </w:rPr>
        <w:t>untergebracht / pendeln täglich</w:t>
      </w:r>
      <w:r w:rsidRPr="00295987">
        <w:rPr>
          <w:rFonts w:ascii="Mulish" w:hAnsi="Mulish" w:cs="Arial"/>
          <w:sz w:val="20"/>
          <w:szCs w:val="20"/>
          <w:lang w:val="de-DE"/>
        </w:rPr>
        <w:t xml:space="preserve"> in Begleitung ihrer </w:t>
      </w:r>
      <w:r w:rsidR="00A44B1C" w:rsidRPr="00295987">
        <w:rPr>
          <w:rFonts w:ascii="Mulish" w:hAnsi="Mulish" w:cs="Arial"/>
          <w:sz w:val="20"/>
          <w:szCs w:val="20"/>
          <w:lang w:val="de-DE"/>
        </w:rPr>
        <w:t>Lehrkräfte</w:t>
      </w:r>
      <w:r w:rsidRPr="00295987">
        <w:rPr>
          <w:rFonts w:ascii="Mulish" w:hAnsi="Mulish" w:cs="Arial"/>
          <w:sz w:val="20"/>
          <w:szCs w:val="20"/>
          <w:lang w:val="de-DE"/>
        </w:rPr>
        <w:t xml:space="preserve"> zu den Praktikumsbetrieben. Im Rahmen des Pflichtpraktikums sind sie über die Schule versichert. Für den Praktikumsbetrieb fällt keine Entschädigung an.</w:t>
      </w:r>
      <w:r w:rsidR="00BC5CC5" w:rsidRPr="00295987">
        <w:rPr>
          <w:rFonts w:ascii="Mulish" w:hAnsi="Mulish" w:cs="Arial"/>
          <w:sz w:val="20"/>
          <w:szCs w:val="20"/>
          <w:lang w:val="de-DE"/>
        </w:rPr>
        <w:t xml:space="preserve"> </w:t>
      </w:r>
    </w:p>
    <w:p w14:paraId="03466ABD" w14:textId="43B9F78F" w:rsidR="00AF1140" w:rsidRPr="00295987" w:rsidRDefault="00BC5CC5" w:rsidP="00BC5CC5">
      <w:pPr>
        <w:jc w:val="both"/>
        <w:rPr>
          <w:rFonts w:ascii="Mulish" w:hAnsi="Mulish" w:cs="Arial"/>
          <w:sz w:val="20"/>
          <w:szCs w:val="20"/>
          <w:lang w:val="de-DE"/>
        </w:rPr>
      </w:pPr>
      <w:r w:rsidRPr="00295987">
        <w:rPr>
          <w:rFonts w:ascii="Mulish" w:hAnsi="Mulish" w:cs="Arial"/>
          <w:sz w:val="20"/>
          <w:szCs w:val="20"/>
          <w:lang w:val="de-DE"/>
        </w:rPr>
        <w:t xml:space="preserve">Die elsässischen Schüler sind in der Regel erst 14 Jahre alt, was für den Großteil der Betriebe jedoch kein Problem darstellt, da es sich lediglich um ein Schnupperpraktikum handelt. </w:t>
      </w:r>
    </w:p>
    <w:p w14:paraId="3F797C13" w14:textId="0EE2C0FB" w:rsidR="00AF1140" w:rsidRPr="00295987" w:rsidRDefault="00AF1140" w:rsidP="00AF1140">
      <w:pPr>
        <w:pStyle w:val="Sansinterligne"/>
        <w:jc w:val="both"/>
        <w:rPr>
          <w:rFonts w:ascii="Mulish" w:hAnsi="Mulish" w:cs="Arial"/>
          <w:sz w:val="20"/>
          <w:szCs w:val="20"/>
          <w:lang w:val="de-DE"/>
        </w:rPr>
      </w:pPr>
      <w:r w:rsidRPr="00295987">
        <w:rPr>
          <w:rFonts w:ascii="Mulish" w:hAnsi="Mulish" w:cs="Arial"/>
          <w:sz w:val="20"/>
          <w:szCs w:val="20"/>
          <w:lang w:val="de-DE"/>
        </w:rPr>
        <w:t>X</w:t>
      </w:r>
      <w:r w:rsidR="009721B2" w:rsidRPr="00295987">
        <w:rPr>
          <w:rFonts w:ascii="Mulish" w:hAnsi="Mulish" w:cs="Arial"/>
          <w:sz w:val="20"/>
          <w:szCs w:val="20"/>
          <w:lang w:val="de-DE"/>
        </w:rPr>
        <w:t>X</w:t>
      </w:r>
      <w:r w:rsidRPr="00295987">
        <w:rPr>
          <w:rFonts w:ascii="Mulish" w:hAnsi="Mulish" w:cs="Arial"/>
          <w:sz w:val="20"/>
          <w:szCs w:val="20"/>
          <w:lang w:val="de-DE"/>
        </w:rPr>
        <w:t xml:space="preserve"> Schüler aus </w:t>
      </w:r>
      <w:r w:rsidR="009721B2" w:rsidRPr="00295987">
        <w:rPr>
          <w:rFonts w:ascii="Mulish" w:hAnsi="Mulish" w:cs="Arial"/>
          <w:sz w:val="20"/>
          <w:szCs w:val="20"/>
          <w:lang w:val="de-DE"/>
        </w:rPr>
        <w:t>XX</w:t>
      </w:r>
      <w:r w:rsidRPr="00295987">
        <w:rPr>
          <w:rFonts w:ascii="Mulish" w:hAnsi="Mulish" w:cs="Arial"/>
          <w:sz w:val="20"/>
          <w:szCs w:val="20"/>
          <w:lang w:val="de-DE"/>
        </w:rPr>
        <w:t xml:space="preserve"> Klassenstufen besuchen unsere Schule, Collège </w:t>
      </w:r>
      <w:r w:rsidR="009721B2" w:rsidRPr="00295987">
        <w:rPr>
          <w:rFonts w:ascii="Mulish" w:hAnsi="Mulish" w:cs="Arial"/>
          <w:sz w:val="20"/>
          <w:szCs w:val="20"/>
          <w:lang w:val="de-DE"/>
        </w:rPr>
        <w:t>XX</w:t>
      </w:r>
      <w:r w:rsidRPr="00295987">
        <w:rPr>
          <w:rFonts w:ascii="Mulish" w:hAnsi="Mulish" w:cs="Arial"/>
          <w:sz w:val="20"/>
          <w:szCs w:val="20"/>
          <w:lang w:val="de-DE"/>
        </w:rPr>
        <w:t xml:space="preserve"> in </w:t>
      </w:r>
      <w:r w:rsidR="009721B2" w:rsidRPr="00295987">
        <w:rPr>
          <w:rFonts w:ascii="Mulish" w:hAnsi="Mulish" w:cs="Arial"/>
          <w:sz w:val="20"/>
          <w:szCs w:val="20"/>
          <w:lang w:val="de-DE"/>
        </w:rPr>
        <w:t>XX</w:t>
      </w:r>
      <w:r w:rsidRPr="00295987">
        <w:rPr>
          <w:rFonts w:ascii="Mulish" w:hAnsi="Mulish" w:cs="Arial"/>
          <w:sz w:val="20"/>
          <w:szCs w:val="20"/>
          <w:lang w:val="de-DE"/>
        </w:rPr>
        <w:t xml:space="preserve">. Nähere Informationen zu unserer Schule finden </w:t>
      </w:r>
      <w:r w:rsidR="00A44B1C" w:rsidRPr="00295987">
        <w:rPr>
          <w:rFonts w:ascii="Mulish" w:hAnsi="Mulish" w:cs="Arial"/>
          <w:sz w:val="20"/>
          <w:szCs w:val="20"/>
          <w:lang w:val="de-DE"/>
        </w:rPr>
        <w:t xml:space="preserve">Sie </w:t>
      </w:r>
      <w:r w:rsidRPr="00295987">
        <w:rPr>
          <w:rFonts w:ascii="Mulish" w:hAnsi="Mulish" w:cs="Arial"/>
          <w:sz w:val="20"/>
          <w:szCs w:val="20"/>
          <w:lang w:val="de-DE"/>
        </w:rPr>
        <w:t xml:space="preserve">auf unserer Homepage </w:t>
      </w:r>
      <w:hyperlink r:id="rId7" w:history="1">
        <w:r w:rsidRPr="00295987">
          <w:rPr>
            <w:rStyle w:val="Lienhypertexte"/>
            <w:rFonts w:ascii="Mulish" w:hAnsi="Mulish" w:cs="Arial"/>
            <w:sz w:val="20"/>
            <w:szCs w:val="20"/>
            <w:lang w:val="de-DE"/>
          </w:rPr>
          <w:t>www.xxxx</w:t>
        </w:r>
      </w:hyperlink>
      <w:r w:rsidRPr="00295987">
        <w:rPr>
          <w:rFonts w:ascii="Mulish" w:hAnsi="Mulish" w:cs="Arial"/>
          <w:sz w:val="20"/>
          <w:szCs w:val="20"/>
          <w:lang w:val="de-DE"/>
        </w:rPr>
        <w:t>. Für Fragen vor und während des Schnupperpraktikums steh</w:t>
      </w:r>
      <w:r w:rsidR="00A44B1C" w:rsidRPr="00295987">
        <w:rPr>
          <w:rFonts w:ascii="Mulish" w:hAnsi="Mulish" w:cs="Arial"/>
          <w:sz w:val="20"/>
          <w:szCs w:val="20"/>
          <w:lang w:val="de-DE"/>
        </w:rPr>
        <w:t>t</w:t>
      </w:r>
      <w:r w:rsidRPr="00295987">
        <w:rPr>
          <w:rFonts w:ascii="Mulish" w:hAnsi="Mulish" w:cs="Arial"/>
          <w:sz w:val="20"/>
          <w:szCs w:val="20"/>
          <w:lang w:val="de-DE"/>
        </w:rPr>
        <w:t xml:space="preserve"> Ihnen</w:t>
      </w:r>
    </w:p>
    <w:p w14:paraId="2C121F32" w14:textId="77777777" w:rsidR="00940188" w:rsidRPr="00295987" w:rsidRDefault="00940188" w:rsidP="00AF1140">
      <w:pPr>
        <w:pStyle w:val="Sansinterligne"/>
        <w:jc w:val="both"/>
        <w:rPr>
          <w:rFonts w:ascii="Mulish" w:hAnsi="Mulish" w:cs="Arial"/>
          <w:sz w:val="20"/>
          <w:szCs w:val="20"/>
          <w:lang w:val="de-DE"/>
        </w:rPr>
      </w:pPr>
    </w:p>
    <w:p w14:paraId="3299AD36" w14:textId="77777777" w:rsidR="00AF1140" w:rsidRPr="00295987" w:rsidRDefault="00AF1140" w:rsidP="00AF1140">
      <w:pPr>
        <w:pStyle w:val="Sansinterligne"/>
        <w:jc w:val="both"/>
        <w:rPr>
          <w:rFonts w:ascii="Mulish" w:hAnsi="Mulish" w:cs="Arial"/>
          <w:sz w:val="20"/>
          <w:szCs w:val="20"/>
          <w:lang w:val="de-DE"/>
        </w:rPr>
      </w:pPr>
    </w:p>
    <w:p w14:paraId="4C96C5F6" w14:textId="4E439BFA" w:rsidR="00AF1140" w:rsidRPr="00295987" w:rsidRDefault="00AF1140" w:rsidP="00AF1140">
      <w:pPr>
        <w:pStyle w:val="Sansinterligne"/>
        <w:jc w:val="both"/>
        <w:rPr>
          <w:rFonts w:ascii="Mulish" w:hAnsi="Mulish" w:cs="Arial"/>
          <w:sz w:val="20"/>
          <w:szCs w:val="20"/>
          <w:lang w:val="de-DE"/>
        </w:rPr>
      </w:pPr>
      <w:r w:rsidRPr="00295987">
        <w:rPr>
          <w:rFonts w:ascii="Mulish" w:hAnsi="Mulish" w:cs="Arial"/>
          <w:sz w:val="20"/>
          <w:szCs w:val="20"/>
          <w:lang w:val="de-DE"/>
        </w:rPr>
        <w:t xml:space="preserve">Name, Vorname, </w:t>
      </w:r>
      <w:proofErr w:type="gramStart"/>
      <w:r w:rsidRPr="00295987">
        <w:rPr>
          <w:rFonts w:ascii="Mulish" w:hAnsi="Mulish" w:cs="Arial"/>
          <w:sz w:val="20"/>
          <w:szCs w:val="20"/>
          <w:lang w:val="de-DE"/>
        </w:rPr>
        <w:t>Email</w:t>
      </w:r>
      <w:proofErr w:type="gramEnd"/>
      <w:r w:rsidRPr="00295987">
        <w:rPr>
          <w:rFonts w:ascii="Mulish" w:hAnsi="Mulish" w:cs="Arial"/>
          <w:sz w:val="20"/>
          <w:szCs w:val="20"/>
          <w:lang w:val="de-DE"/>
        </w:rPr>
        <w:t xml:space="preserve">, Telefon </w:t>
      </w:r>
    </w:p>
    <w:p w14:paraId="12C3A55B" w14:textId="77777777" w:rsidR="00940188" w:rsidRPr="00295987" w:rsidRDefault="00940188" w:rsidP="00AF1140">
      <w:pPr>
        <w:pStyle w:val="Sansinterligne"/>
        <w:jc w:val="both"/>
        <w:rPr>
          <w:rFonts w:ascii="Mulish" w:hAnsi="Mulish" w:cs="Arial"/>
          <w:sz w:val="20"/>
          <w:szCs w:val="20"/>
          <w:lang w:val="de-DE"/>
        </w:rPr>
      </w:pPr>
    </w:p>
    <w:p w14:paraId="4F3543EF" w14:textId="77777777" w:rsidR="00AF1140" w:rsidRPr="00295987" w:rsidRDefault="00AF1140" w:rsidP="00AF1140">
      <w:pPr>
        <w:pStyle w:val="Sansinterligne"/>
        <w:jc w:val="both"/>
        <w:rPr>
          <w:rFonts w:ascii="Mulish" w:hAnsi="Mulish" w:cs="Arial"/>
          <w:sz w:val="20"/>
          <w:szCs w:val="20"/>
          <w:lang w:val="de-DE"/>
        </w:rPr>
      </w:pPr>
    </w:p>
    <w:p w14:paraId="497C124C" w14:textId="64716712" w:rsidR="00AF1140" w:rsidRPr="00295987" w:rsidRDefault="00AF1140" w:rsidP="00AF1140">
      <w:pPr>
        <w:pStyle w:val="Sansinterligne"/>
        <w:jc w:val="both"/>
        <w:rPr>
          <w:rFonts w:ascii="Mulish" w:hAnsi="Mulish" w:cs="Arial"/>
          <w:sz w:val="20"/>
          <w:szCs w:val="20"/>
          <w:lang w:val="de-DE"/>
        </w:rPr>
      </w:pPr>
      <w:r w:rsidRPr="00295987">
        <w:rPr>
          <w:rFonts w:ascii="Mulish" w:hAnsi="Mulish" w:cs="Arial"/>
          <w:sz w:val="20"/>
          <w:szCs w:val="20"/>
          <w:lang w:val="de-DE"/>
        </w:rPr>
        <w:t xml:space="preserve">jederzeit gern zur Verfügung. </w:t>
      </w:r>
    </w:p>
    <w:p w14:paraId="37D6CBB8" w14:textId="77777777" w:rsidR="00AF1140" w:rsidRPr="00295987" w:rsidRDefault="00AF1140" w:rsidP="00AF1140">
      <w:pPr>
        <w:pStyle w:val="Sansinterligne"/>
        <w:jc w:val="both"/>
        <w:rPr>
          <w:rFonts w:ascii="Mulish" w:hAnsi="Mulish" w:cs="Arial"/>
          <w:sz w:val="20"/>
          <w:szCs w:val="20"/>
          <w:lang w:val="de-DE"/>
        </w:rPr>
      </w:pPr>
    </w:p>
    <w:p w14:paraId="5A31A0EF" w14:textId="2920E4E6" w:rsidR="00AF1140" w:rsidRPr="00295987" w:rsidRDefault="00AF1140" w:rsidP="00AF1140">
      <w:pPr>
        <w:pStyle w:val="Sansinterligne"/>
        <w:jc w:val="both"/>
        <w:rPr>
          <w:rFonts w:ascii="Mulish" w:hAnsi="Mulish" w:cs="Arial"/>
          <w:sz w:val="20"/>
          <w:szCs w:val="20"/>
          <w:lang w:val="de-DE"/>
        </w:rPr>
      </w:pPr>
      <w:r w:rsidRPr="00295987">
        <w:rPr>
          <w:rFonts w:ascii="Mulish" w:hAnsi="Mulish" w:cs="Arial"/>
          <w:sz w:val="20"/>
          <w:szCs w:val="20"/>
          <w:lang w:val="de-DE"/>
        </w:rPr>
        <w:t xml:space="preserve">Im vergangenen Schuljahr konnten bereits </w:t>
      </w:r>
      <w:r w:rsidR="009721B2" w:rsidRPr="00295987">
        <w:rPr>
          <w:rFonts w:ascii="Mulish" w:hAnsi="Mulish" w:cs="Arial"/>
          <w:sz w:val="20"/>
          <w:szCs w:val="20"/>
          <w:lang w:val="de-DE"/>
        </w:rPr>
        <w:t>XX</w:t>
      </w:r>
      <w:r w:rsidRPr="00295987">
        <w:rPr>
          <w:rFonts w:ascii="Mulish" w:hAnsi="Mulish" w:cs="Arial"/>
          <w:sz w:val="20"/>
          <w:szCs w:val="20"/>
          <w:lang w:val="de-DE"/>
        </w:rPr>
        <w:t xml:space="preserve"> Schüler </w:t>
      </w:r>
      <w:r w:rsidR="00A44B1C" w:rsidRPr="00295987">
        <w:rPr>
          <w:rFonts w:ascii="Mulish" w:hAnsi="Mulish" w:cs="Arial"/>
          <w:sz w:val="20"/>
          <w:szCs w:val="20"/>
          <w:lang w:val="de-DE"/>
        </w:rPr>
        <w:t xml:space="preserve">erfolgreich </w:t>
      </w:r>
      <w:r w:rsidRPr="00295987">
        <w:rPr>
          <w:rFonts w:ascii="Mulish" w:hAnsi="Mulish" w:cs="Arial"/>
          <w:sz w:val="20"/>
          <w:szCs w:val="20"/>
          <w:lang w:val="de-DE"/>
        </w:rPr>
        <w:t>ein Sch</w:t>
      </w:r>
      <w:r w:rsidR="00A44B1C" w:rsidRPr="00295987">
        <w:rPr>
          <w:rFonts w:ascii="Mulish" w:hAnsi="Mulish" w:cs="Arial"/>
          <w:sz w:val="20"/>
          <w:szCs w:val="20"/>
          <w:lang w:val="de-DE"/>
        </w:rPr>
        <w:t>n</w:t>
      </w:r>
      <w:r w:rsidRPr="00295987">
        <w:rPr>
          <w:rFonts w:ascii="Mulish" w:hAnsi="Mulish" w:cs="Arial"/>
          <w:sz w:val="20"/>
          <w:szCs w:val="20"/>
          <w:lang w:val="de-DE"/>
        </w:rPr>
        <w:t xml:space="preserve">upperpraktikum in Ihrem Betrieb absolvieren. Wir würden uns freuen, wenn Sie unseren französischen Schülern erneut die Gelegenheit </w:t>
      </w:r>
      <w:r w:rsidR="00A44B1C" w:rsidRPr="00295987">
        <w:rPr>
          <w:rFonts w:ascii="Mulish" w:hAnsi="Mulish" w:cs="Arial"/>
          <w:sz w:val="20"/>
          <w:szCs w:val="20"/>
          <w:lang w:val="de-DE"/>
        </w:rPr>
        <w:t>da</w:t>
      </w:r>
      <w:r w:rsidRPr="00295987">
        <w:rPr>
          <w:rFonts w:ascii="Mulish" w:hAnsi="Mulish" w:cs="Arial"/>
          <w:sz w:val="20"/>
          <w:szCs w:val="20"/>
          <w:lang w:val="de-DE"/>
        </w:rPr>
        <w:t>zu geben</w:t>
      </w:r>
      <w:r w:rsidR="00A44B1C" w:rsidRPr="00295987">
        <w:rPr>
          <w:rFonts w:ascii="Mulish" w:hAnsi="Mulish" w:cs="Arial"/>
          <w:sz w:val="20"/>
          <w:szCs w:val="20"/>
          <w:lang w:val="de-DE"/>
        </w:rPr>
        <w:t xml:space="preserve"> könnten und danken Ihnen herzlich im Voraus für Ihr</w:t>
      </w:r>
      <w:r w:rsidR="000A0961" w:rsidRPr="00295987">
        <w:rPr>
          <w:rFonts w:ascii="Mulish" w:hAnsi="Mulish" w:cs="Arial"/>
          <w:sz w:val="20"/>
          <w:szCs w:val="20"/>
          <w:lang w:val="de-DE"/>
        </w:rPr>
        <w:t xml:space="preserve"> Interesse an diesem </w:t>
      </w:r>
      <w:r w:rsidR="00B06C48" w:rsidRPr="00295987">
        <w:rPr>
          <w:rFonts w:ascii="Mulish" w:hAnsi="Mulish" w:cs="Arial"/>
          <w:sz w:val="20"/>
          <w:szCs w:val="20"/>
          <w:lang w:val="de-DE"/>
        </w:rPr>
        <w:t>Projekt</w:t>
      </w:r>
      <w:r w:rsidRPr="00295987">
        <w:rPr>
          <w:rFonts w:ascii="Mulish" w:hAnsi="Mulish" w:cs="Arial"/>
          <w:sz w:val="20"/>
          <w:szCs w:val="20"/>
          <w:lang w:val="de-DE"/>
        </w:rPr>
        <w:t>.</w:t>
      </w:r>
    </w:p>
    <w:p w14:paraId="093B0716" w14:textId="77777777" w:rsidR="00BB0176" w:rsidRPr="00295987" w:rsidRDefault="00BB0176" w:rsidP="00AF1140">
      <w:pPr>
        <w:pStyle w:val="Sansinterligne"/>
        <w:jc w:val="both"/>
        <w:rPr>
          <w:rFonts w:ascii="Mulish" w:hAnsi="Mulish" w:cs="Arial"/>
          <w:sz w:val="20"/>
          <w:szCs w:val="20"/>
          <w:lang w:val="de-DE"/>
        </w:rPr>
      </w:pPr>
    </w:p>
    <w:p w14:paraId="3CF7D468" w14:textId="77777777" w:rsidR="00AF1140" w:rsidRPr="00295987" w:rsidRDefault="00AF1140" w:rsidP="00AF1140">
      <w:pPr>
        <w:pStyle w:val="Sansinterligne"/>
        <w:jc w:val="both"/>
        <w:rPr>
          <w:rFonts w:ascii="Mulish" w:hAnsi="Mulish" w:cs="Arial"/>
          <w:sz w:val="20"/>
          <w:szCs w:val="20"/>
          <w:lang w:val="de-DE"/>
        </w:rPr>
      </w:pPr>
    </w:p>
    <w:p w14:paraId="368A05D1" w14:textId="77777777" w:rsidR="00734A6C" w:rsidRPr="00295987" w:rsidRDefault="00AF1140" w:rsidP="00AF1140">
      <w:pPr>
        <w:pStyle w:val="Sansinterligne"/>
        <w:jc w:val="both"/>
        <w:rPr>
          <w:rFonts w:ascii="Mulish" w:hAnsi="Mulish" w:cs="Arial"/>
          <w:sz w:val="20"/>
          <w:szCs w:val="20"/>
          <w:lang w:val="de-DE"/>
        </w:rPr>
      </w:pPr>
      <w:r w:rsidRPr="00295987">
        <w:rPr>
          <w:rFonts w:ascii="Mulish" w:hAnsi="Mulish" w:cs="Arial"/>
          <w:sz w:val="20"/>
          <w:szCs w:val="20"/>
          <w:lang w:val="de-DE"/>
        </w:rPr>
        <w:t>Mit freundlichen Grüßen</w:t>
      </w:r>
    </w:p>
    <w:p w14:paraId="1B751C1E" w14:textId="77777777" w:rsidR="00295987" w:rsidRDefault="00295987" w:rsidP="00734A6C">
      <w:pPr>
        <w:pStyle w:val="Sansinterligne"/>
        <w:jc w:val="both"/>
        <w:rPr>
          <w:rFonts w:ascii="Mulish" w:hAnsi="Mulish" w:cs="Arial"/>
          <w:sz w:val="20"/>
          <w:szCs w:val="20"/>
          <w:lang w:val="de-DE"/>
        </w:rPr>
      </w:pPr>
    </w:p>
    <w:p w14:paraId="11188776" w14:textId="40FF4133" w:rsidR="00F67610" w:rsidRPr="00295987" w:rsidRDefault="00AF1140" w:rsidP="00734A6C">
      <w:pPr>
        <w:pStyle w:val="Sansinterligne"/>
        <w:jc w:val="both"/>
        <w:rPr>
          <w:rFonts w:ascii="Mulish" w:hAnsi="Mulish" w:cs="Arial"/>
          <w:sz w:val="20"/>
          <w:szCs w:val="20"/>
          <w:lang w:val="de-DE"/>
        </w:rPr>
      </w:pPr>
      <w:r w:rsidRPr="00295987">
        <w:rPr>
          <w:rFonts w:ascii="Mulish" w:hAnsi="Mulish" w:cs="Arial"/>
          <w:sz w:val="20"/>
          <w:szCs w:val="20"/>
          <w:lang w:val="de-DE"/>
        </w:rPr>
        <w:t>Schulleitung</w:t>
      </w:r>
    </w:p>
    <w:sectPr w:rsidR="00F67610" w:rsidRPr="00295987" w:rsidSect="009721B2">
      <w:headerReference w:type="default" r:id="rId8"/>
      <w:footerReference w:type="default" r:id="rId9"/>
      <w:pgSz w:w="11906" w:h="16838"/>
      <w:pgMar w:top="454" w:right="1134" w:bottom="1021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37987" w14:textId="77777777" w:rsidR="009161B9" w:rsidRDefault="009161B9" w:rsidP="009161B9">
      <w:pPr>
        <w:spacing w:after="0" w:line="240" w:lineRule="auto"/>
      </w:pPr>
      <w:r>
        <w:separator/>
      </w:r>
    </w:p>
  </w:endnote>
  <w:endnote w:type="continuationSeparator" w:id="0">
    <w:p w14:paraId="68909250" w14:textId="77777777" w:rsidR="009161B9" w:rsidRDefault="009161B9" w:rsidP="00916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lish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7F0DD" w14:textId="77777777" w:rsidR="00DA29CA" w:rsidRDefault="00EA1B48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3FA1FD" wp14:editId="76366443">
              <wp:simplePos x="0" y="0"/>
              <wp:positionH relativeFrom="page">
                <wp:posOffset>5772150</wp:posOffset>
              </wp:positionH>
              <wp:positionV relativeFrom="paragraph">
                <wp:posOffset>-379095</wp:posOffset>
              </wp:positionV>
              <wp:extent cx="1057275" cy="800100"/>
              <wp:effectExtent l="0" t="0" r="0" b="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7275" cy="800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EE7F00D" w14:textId="77777777" w:rsidR="00DA29CA" w:rsidRDefault="00DA29C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A3FA1FD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6" type="#_x0000_t202" style="position:absolute;margin-left:454.5pt;margin-top:-29.85pt;width:83.25pt;height:63pt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" filled="f" stroked="f" strokeweight=".5pt">
              <v:textbox>
                <w:txbxContent>
                  <w:p w14:paraId="7EE7F00D" w14:textId="77777777" w:rsidR="00DA29CA" w:rsidRDefault="00DA29CA"/>
                </w:txbxContent>
              </v:textbox>
              <w10:wrap anchorx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B15A33" wp14:editId="71DE13BE">
              <wp:simplePos x="0" y="0"/>
              <wp:positionH relativeFrom="column">
                <wp:posOffset>2147570</wp:posOffset>
              </wp:positionH>
              <wp:positionV relativeFrom="paragraph">
                <wp:posOffset>-302260</wp:posOffset>
              </wp:positionV>
              <wp:extent cx="2809875" cy="704850"/>
              <wp:effectExtent l="0" t="0" r="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09875" cy="704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2657D0" w14:textId="77777777" w:rsidR="00DA29CA" w:rsidRDefault="00DA29C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B15A33" id="Zone de texte 1" o:spid="_x0000_s1027" type="#_x0000_t202" style="position:absolute;margin-left:169.1pt;margin-top:-23.8pt;width:221.2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" filled="f" stroked="f" strokeweight=".5pt">
              <v:textbox>
                <w:txbxContent>
                  <w:p w14:paraId="172657D0" w14:textId="77777777" w:rsidR="00DA29CA" w:rsidRDefault="00DA29CA"/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FA84938" wp14:editId="260DEA72">
              <wp:simplePos x="0" y="0"/>
              <wp:positionH relativeFrom="column">
                <wp:posOffset>-147955</wp:posOffset>
              </wp:positionH>
              <wp:positionV relativeFrom="paragraph">
                <wp:posOffset>-445770</wp:posOffset>
              </wp:positionV>
              <wp:extent cx="2381250" cy="84772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8477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0E0C9A4" w14:textId="77777777" w:rsidR="009E18E9" w:rsidRDefault="009E18E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A84938" id="Zone de texte 5" o:spid="_x0000_s1028" type="#_x0000_t202" style="position:absolute;margin-left:-11.65pt;margin-top:-35.1pt;width:187.5pt;height:6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" filled="f" stroked="f" strokeweight=".5pt">
              <v:textbox>
                <w:txbxContent>
                  <w:p w14:paraId="60E0C9A4" w14:textId="77777777" w:rsidR="009E18E9" w:rsidRDefault="009E18E9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16639" w14:textId="77777777" w:rsidR="009161B9" w:rsidRDefault="009161B9" w:rsidP="009161B9">
      <w:pPr>
        <w:spacing w:after="0" w:line="240" w:lineRule="auto"/>
      </w:pPr>
      <w:r>
        <w:separator/>
      </w:r>
    </w:p>
  </w:footnote>
  <w:footnote w:type="continuationSeparator" w:id="0">
    <w:p w14:paraId="7EC4136D" w14:textId="77777777" w:rsidR="009161B9" w:rsidRDefault="009161B9" w:rsidP="00916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BBED1" w14:textId="77777777" w:rsidR="00734A6C" w:rsidRDefault="00734A6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E4F"/>
    <w:rsid w:val="000375E2"/>
    <w:rsid w:val="000538B1"/>
    <w:rsid w:val="000A0961"/>
    <w:rsid w:val="000A7964"/>
    <w:rsid w:val="000F3F4C"/>
    <w:rsid w:val="00164F6F"/>
    <w:rsid w:val="001B2830"/>
    <w:rsid w:val="001B5EEC"/>
    <w:rsid w:val="001E0280"/>
    <w:rsid w:val="0029189D"/>
    <w:rsid w:val="00295987"/>
    <w:rsid w:val="002A1E05"/>
    <w:rsid w:val="00306F78"/>
    <w:rsid w:val="00320AD8"/>
    <w:rsid w:val="003B2F2F"/>
    <w:rsid w:val="003D24C4"/>
    <w:rsid w:val="003F7F2E"/>
    <w:rsid w:val="00455514"/>
    <w:rsid w:val="00471559"/>
    <w:rsid w:val="004B1A7E"/>
    <w:rsid w:val="004E592E"/>
    <w:rsid w:val="00504F0F"/>
    <w:rsid w:val="005A715D"/>
    <w:rsid w:val="005C4297"/>
    <w:rsid w:val="005D49EC"/>
    <w:rsid w:val="00611497"/>
    <w:rsid w:val="00632F5D"/>
    <w:rsid w:val="00682616"/>
    <w:rsid w:val="006B4464"/>
    <w:rsid w:val="006D1B33"/>
    <w:rsid w:val="006E12D3"/>
    <w:rsid w:val="006E14FC"/>
    <w:rsid w:val="00734A6C"/>
    <w:rsid w:val="007632A5"/>
    <w:rsid w:val="00765E88"/>
    <w:rsid w:val="007815AF"/>
    <w:rsid w:val="0082156A"/>
    <w:rsid w:val="00906E4F"/>
    <w:rsid w:val="009161B9"/>
    <w:rsid w:val="00926141"/>
    <w:rsid w:val="00940188"/>
    <w:rsid w:val="00960508"/>
    <w:rsid w:val="009721B2"/>
    <w:rsid w:val="00986420"/>
    <w:rsid w:val="009E18E9"/>
    <w:rsid w:val="00A06246"/>
    <w:rsid w:val="00A44B1C"/>
    <w:rsid w:val="00A844B2"/>
    <w:rsid w:val="00AF1140"/>
    <w:rsid w:val="00B06C48"/>
    <w:rsid w:val="00B245CF"/>
    <w:rsid w:val="00B61683"/>
    <w:rsid w:val="00B85C8E"/>
    <w:rsid w:val="00BA29E8"/>
    <w:rsid w:val="00BA41A6"/>
    <w:rsid w:val="00BA4FB8"/>
    <w:rsid w:val="00BB0176"/>
    <w:rsid w:val="00BB5F28"/>
    <w:rsid w:val="00BC5CC5"/>
    <w:rsid w:val="00C017E9"/>
    <w:rsid w:val="00C30AC4"/>
    <w:rsid w:val="00C40303"/>
    <w:rsid w:val="00C80184"/>
    <w:rsid w:val="00CE3C72"/>
    <w:rsid w:val="00CE5FC0"/>
    <w:rsid w:val="00CF3C62"/>
    <w:rsid w:val="00D54488"/>
    <w:rsid w:val="00D75782"/>
    <w:rsid w:val="00DA29CA"/>
    <w:rsid w:val="00DC6954"/>
    <w:rsid w:val="00DE0B0A"/>
    <w:rsid w:val="00E405E3"/>
    <w:rsid w:val="00E76689"/>
    <w:rsid w:val="00E80616"/>
    <w:rsid w:val="00EA1B48"/>
    <w:rsid w:val="00EC4840"/>
    <w:rsid w:val="00F170D2"/>
    <w:rsid w:val="00F418F6"/>
    <w:rsid w:val="00F67610"/>
    <w:rsid w:val="00F7486C"/>
    <w:rsid w:val="00FD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06C79DA"/>
  <w15:docId w15:val="{5CF70A87-9011-4446-A06A-12460136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06E4F"/>
    <w:pPr>
      <w:spacing w:after="0" w:line="240" w:lineRule="auto"/>
    </w:pPr>
  </w:style>
  <w:style w:type="character" w:customStyle="1" w:styleId="xbe">
    <w:name w:val="_xbe"/>
    <w:basedOn w:val="Policepardfaut"/>
    <w:rsid w:val="00B61683"/>
  </w:style>
  <w:style w:type="paragraph" w:styleId="Textedebulles">
    <w:name w:val="Balloon Text"/>
    <w:basedOn w:val="Normal"/>
    <w:link w:val="TextedebullesCar"/>
    <w:uiPriority w:val="99"/>
    <w:semiHidden/>
    <w:unhideWhenUsed/>
    <w:rsid w:val="00DC69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6954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632F5D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161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61B9"/>
  </w:style>
  <w:style w:type="paragraph" w:styleId="Pieddepage">
    <w:name w:val="footer"/>
    <w:basedOn w:val="Normal"/>
    <w:link w:val="PieddepageCar"/>
    <w:uiPriority w:val="99"/>
    <w:unhideWhenUsed/>
    <w:rsid w:val="009161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6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9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xxx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367</Words>
  <Characters>2019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IHKSO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RIBAULT</dc:creator>
  <cp:lastModifiedBy>Eltern Alsace</cp:lastModifiedBy>
  <cp:revision>4</cp:revision>
  <cp:lastPrinted>2019-07-09T14:55:00Z</cp:lastPrinted>
  <dcterms:created xsi:type="dcterms:W3CDTF">2022-11-22T09:27:00Z</dcterms:created>
  <dcterms:modified xsi:type="dcterms:W3CDTF">2024-07-24T08:31:00Z</dcterms:modified>
</cp:coreProperties>
</file>